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7C8D6D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92FA4">
        <w:rPr>
          <w:b/>
          <w:color w:val="FF5200" w:themeColor="accent2"/>
          <w:sz w:val="36"/>
          <w:szCs w:val="36"/>
        </w:rPr>
        <w:t>„</w:t>
      </w:r>
      <w:r w:rsidR="00DA6AEE" w:rsidRPr="00DA6AEE">
        <w:rPr>
          <w:b/>
          <w:color w:val="FF5200" w:themeColor="accent2"/>
          <w:sz w:val="36"/>
          <w:szCs w:val="36"/>
        </w:rPr>
        <w:t xml:space="preserve">Mazací prostředek k ošetřování kluzných stoliček a závěrů výhybek </w:t>
      </w:r>
      <w:proofErr w:type="spellStart"/>
      <w:r w:rsidR="00B128A2">
        <w:rPr>
          <w:b/>
          <w:color w:val="FF5200" w:themeColor="accent2"/>
          <w:sz w:val="36"/>
          <w:szCs w:val="36"/>
        </w:rPr>
        <w:t>Divinol</w:t>
      </w:r>
      <w:proofErr w:type="spellEnd"/>
      <w:r w:rsidR="00DA6AEE" w:rsidRPr="00DA6AEE">
        <w:rPr>
          <w:b/>
          <w:color w:val="FF5200" w:themeColor="accent2"/>
          <w:sz w:val="36"/>
          <w:szCs w:val="36"/>
        </w:rPr>
        <w:t xml:space="preserve"> </w:t>
      </w:r>
      <w:proofErr w:type="spellStart"/>
      <w:r w:rsidR="007B5DAC">
        <w:rPr>
          <w:b/>
          <w:color w:val="FF5200" w:themeColor="accent2"/>
          <w:sz w:val="36"/>
          <w:szCs w:val="36"/>
        </w:rPr>
        <w:t>Trackswitch</w:t>
      </w:r>
      <w:proofErr w:type="spellEnd"/>
      <w:r w:rsidR="007B5DAC">
        <w:rPr>
          <w:b/>
          <w:color w:val="FF5200" w:themeColor="accent2"/>
          <w:sz w:val="36"/>
          <w:szCs w:val="36"/>
        </w:rPr>
        <w:t xml:space="preserve"> </w:t>
      </w:r>
      <w:proofErr w:type="spellStart"/>
      <w:r w:rsidR="007B5DAC">
        <w:rPr>
          <w:b/>
          <w:color w:val="FF5200" w:themeColor="accent2"/>
          <w:sz w:val="36"/>
          <w:szCs w:val="36"/>
        </w:rPr>
        <w:t>Gre</w:t>
      </w:r>
      <w:r w:rsidR="0097611A">
        <w:rPr>
          <w:b/>
          <w:color w:val="FF5200" w:themeColor="accent2"/>
          <w:sz w:val="36"/>
          <w:szCs w:val="36"/>
        </w:rPr>
        <w:t>a</w:t>
      </w:r>
      <w:r w:rsidR="007B5DAC">
        <w:rPr>
          <w:b/>
          <w:color w:val="FF5200" w:themeColor="accent2"/>
          <w:sz w:val="36"/>
          <w:szCs w:val="36"/>
        </w:rPr>
        <w:t>se</w:t>
      </w:r>
      <w:proofErr w:type="spellEnd"/>
      <w:r w:rsidR="007B5DAC">
        <w:rPr>
          <w:b/>
          <w:color w:val="FF5200" w:themeColor="accent2"/>
          <w:sz w:val="36"/>
          <w:szCs w:val="36"/>
        </w:rPr>
        <w:t xml:space="preserve"> </w:t>
      </w:r>
      <w:proofErr w:type="gramStart"/>
      <w:r w:rsidR="007B5DAC">
        <w:rPr>
          <w:b/>
          <w:color w:val="FF5200" w:themeColor="accent2"/>
          <w:sz w:val="36"/>
          <w:szCs w:val="36"/>
        </w:rPr>
        <w:t xml:space="preserve">W </w:t>
      </w:r>
      <w:r w:rsidR="00DA6AEE" w:rsidRPr="00DA6AEE">
        <w:rPr>
          <w:b/>
          <w:color w:val="FF5200" w:themeColor="accent2"/>
          <w:sz w:val="36"/>
          <w:szCs w:val="36"/>
        </w:rPr>
        <w:t>– 202</w:t>
      </w:r>
      <w:r w:rsidR="00DA6AEE">
        <w:rPr>
          <w:b/>
          <w:color w:val="FF5200" w:themeColor="accent2"/>
          <w:sz w:val="36"/>
          <w:szCs w:val="36"/>
        </w:rPr>
        <w:t>3</w:t>
      </w:r>
      <w:proofErr w:type="gramEnd"/>
      <w:r w:rsidR="0031280B" w:rsidRPr="00F92FA4">
        <w:rPr>
          <w:b/>
          <w:color w:val="FF5200" w:themeColor="accent2"/>
          <w:sz w:val="36"/>
          <w:szCs w:val="36"/>
        </w:rPr>
        <w:t>“</w:t>
      </w:r>
      <w:r w:rsidR="000128D4" w:rsidRPr="00F92FA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B5DA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39857</w:t>
      </w:r>
      <w:r w:rsidR="00F92FA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</w:t>
      </w:r>
      <w:r w:rsidR="00911C0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</w:t>
      </w:r>
      <w:r w:rsid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5AFBE32" w14:textId="77777777" w:rsidR="0097611A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2203445" w14:textId="1DE8BB14" w:rsidR="0097611A" w:rsidRDefault="0017684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3" w:history="1">
            <w:r w:rsidR="0097611A" w:rsidRPr="00153DEF">
              <w:rPr>
                <w:rStyle w:val="Hypertextovodkaz"/>
                <w:noProof/>
              </w:rPr>
              <w:t>Kapitola 1.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Základní údaje k nabídce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_Toc137460093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78820611" w14:textId="18542B33" w:rsidR="0097611A" w:rsidRDefault="0017684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4" w:history="1">
            <w:r w:rsidR="0097611A" w:rsidRPr="00153DEF">
              <w:rPr>
                <w:rStyle w:val="Hypertextovodkaz"/>
                <w:noProof/>
              </w:rPr>
              <w:t>Kapitola 2.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Čestné prohlášení o splnění základní způsobilosti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_Toc137460094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2F2FB390" w14:textId="4A44484D" w:rsidR="0097611A" w:rsidRDefault="0017684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5" w:history="1">
            <w:r w:rsidR="0097611A" w:rsidRPr="00153DEF">
              <w:rPr>
                <w:rStyle w:val="Hypertextovodkaz"/>
                <w:noProof/>
              </w:rPr>
              <w:t>Kapitola 3.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Čestné prohlášení účastníka o střetu zájmů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_Toc137460095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540858AE" w14:textId="02EBB753" w:rsidR="0097611A" w:rsidRDefault="0017684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6" w:history="1">
            <w:r w:rsidR="0097611A" w:rsidRPr="00153DEF">
              <w:rPr>
                <w:rStyle w:val="Hypertextovodkaz"/>
                <w:noProof/>
              </w:rPr>
              <w:t>Kapitola 4.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Čestné prohlášení účastníka k neuzavření zakázaných dohod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_Toc137460096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5F3EDBFB" w14:textId="081C5E60" w:rsidR="0097611A" w:rsidRDefault="0017684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7" w:history="1">
            <w:r w:rsidR="0097611A" w:rsidRPr="00153DEF">
              <w:rPr>
                <w:rStyle w:val="Hypertextovodkaz"/>
                <w:rFonts w:eastAsia="Times New Roman"/>
                <w:noProof/>
              </w:rPr>
              <w:t>Kapitola 5.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Čestné</w:t>
            </w:r>
            <w:r w:rsidR="0097611A" w:rsidRPr="00153DE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_Toc137460097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746009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4064BE2" w14:textId="77777777" w:rsidR="00A93ACA" w:rsidRDefault="00A93ACA" w:rsidP="008B1A2C"/>
    <w:p w14:paraId="0191CDFC" w14:textId="77F52E83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92FA4">
        <w:t xml:space="preserve">jako </w:t>
      </w:r>
      <w:r w:rsidR="000128D4" w:rsidRPr="00F92FA4">
        <w:rPr>
          <w:rFonts w:eastAsia="Times New Roman" w:cs="Times New Roman"/>
          <w:lang w:eastAsia="cs-CZ"/>
        </w:rPr>
        <w:t xml:space="preserve">podlimitní </w:t>
      </w:r>
      <w:r w:rsidR="00F92FA4" w:rsidRPr="00F92FA4">
        <w:rPr>
          <w:rFonts w:eastAsia="Times New Roman" w:cs="Times New Roman"/>
          <w:lang w:eastAsia="cs-CZ"/>
        </w:rPr>
        <w:t>sektorovou veřejnou zakázku</w:t>
      </w:r>
      <w:r w:rsidRPr="00F92FA4">
        <w:t>, jsou pravdivé</w:t>
      </w:r>
      <w:r w:rsidR="009771C9" w:rsidRPr="00F92FA4">
        <w:t>, úplné a odpovídají skutečnosti</w:t>
      </w:r>
      <w:r w:rsidRPr="00F92FA4">
        <w:t xml:space="preserve">. Účastník si je vědom důsledků záměrného uvedení nepravdivých údajů, které v rovině tohoto </w:t>
      </w:r>
      <w:r w:rsidR="00626DB3" w:rsidRPr="00F92FA4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4852647" w14:textId="77777777" w:rsidR="0039501E" w:rsidRDefault="0039501E" w:rsidP="0039501E">
      <w:r>
        <w:t xml:space="preserve">Nabídková cena za celý předpokládaný předmět plnění v Kč bez DPH: </w:t>
      </w:r>
      <w:r w:rsidRPr="00592903">
        <w:rPr>
          <w:highlight w:val="green"/>
        </w:rPr>
        <w:t>...</w:t>
      </w:r>
    </w:p>
    <w:p w14:paraId="1CAD1E65" w14:textId="77777777" w:rsidR="0039501E" w:rsidRDefault="0039501E" w:rsidP="008B1A2C">
      <w:pPr>
        <w:rPr>
          <w:b/>
        </w:rPr>
      </w:pPr>
    </w:p>
    <w:p w14:paraId="7AAD5B2E" w14:textId="77777777" w:rsidR="0097611A" w:rsidRPr="008B1A2C" w:rsidRDefault="0097611A" w:rsidP="0097611A">
      <w:r w:rsidRPr="006E5C6C">
        <w:rPr>
          <w:b/>
        </w:rPr>
        <w:t>ÚDAJE O MOŽNOSTI ELEKTRONICKÉHO UZAVŘENÍ SMLOUVY</w:t>
      </w:r>
      <w:r>
        <w:t>:</w:t>
      </w:r>
    </w:p>
    <w:p w14:paraId="678FF5C9" w14:textId="77777777" w:rsidR="0097611A" w:rsidRDefault="0097611A" w:rsidP="0097611A">
      <w:pPr>
        <w:tabs>
          <w:tab w:val="left" w:pos="7125"/>
        </w:tabs>
        <w:sectPr w:rsidR="0097611A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18D50673" w14:textId="77777777" w:rsidR="0097611A" w:rsidRDefault="0097611A" w:rsidP="0097611A">
      <w:pPr>
        <w:tabs>
          <w:tab w:val="left" w:pos="7125"/>
        </w:tabs>
      </w:pPr>
      <w:r>
        <w:t xml:space="preserve">Účastník disponuje platným zaručeným </w:t>
      </w:r>
      <w:r w:rsidRPr="00784411">
        <w:t xml:space="preserve">elektronickým podpisem ve smyslu </w:t>
      </w:r>
      <w:r w:rsidRPr="00784411">
        <w:rPr>
          <w:bCs/>
        </w:rPr>
        <w:t>zákona č. 297/2016 Sb., o službách vytvářejících důvěru pro elektronické transakce</w:t>
      </w:r>
      <w:r w:rsidRPr="00784411">
        <w:rPr>
          <w:rStyle w:val="Znakapoznpodarou"/>
        </w:rPr>
        <w:footnoteReference w:id="1"/>
      </w:r>
      <w:r w:rsidRPr="00784411">
        <w:t>?</w:t>
      </w:r>
      <w:r>
        <w:t xml:space="preserve"> </w:t>
      </w:r>
    </w:p>
    <w:p w14:paraId="3F6528DE" w14:textId="77777777" w:rsidR="0097611A" w:rsidRDefault="0097611A" w:rsidP="0097611A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26DDA43E" w14:textId="77777777" w:rsidR="0097611A" w:rsidRDefault="0097611A" w:rsidP="0097611A">
      <w:pPr>
        <w:tabs>
          <w:tab w:val="left" w:pos="7125"/>
        </w:tabs>
        <w:spacing w:before="240" w:after="0"/>
      </w:pPr>
      <w:r>
        <w:t>Účastník je ochoten použít platný zaručený elektronický podpis pro uzavření smlouvy se zadavatelem v elektronické formě?</w:t>
      </w:r>
    </w:p>
    <w:p w14:paraId="1FF29EF7" w14:textId="77777777" w:rsidR="0097611A" w:rsidRDefault="0097611A" w:rsidP="0097611A">
      <w:pPr>
        <w:tabs>
          <w:tab w:val="left" w:pos="7125"/>
        </w:tabs>
        <w:spacing w:after="0"/>
      </w:pPr>
      <w:r>
        <w:br w:type="column"/>
      </w:r>
    </w:p>
    <w:p w14:paraId="39C9254D" w14:textId="77777777" w:rsidR="0097611A" w:rsidRDefault="0017684E" w:rsidP="0097611A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7611A" w:rsidRPr="00996617">
            <w:rPr>
              <w:rStyle w:val="Zstupntext"/>
              <w:color w:val="auto"/>
            </w:rPr>
            <w:t>Zvolte položku.</w:t>
          </w:r>
        </w:sdtContent>
      </w:sdt>
      <w:r w:rsidR="0097611A" w:rsidRPr="0023070F">
        <w:rPr>
          <w:rStyle w:val="Znakapoznpodarou"/>
          <w:highlight w:val="green"/>
        </w:rPr>
        <w:footnoteReference w:id="2"/>
      </w:r>
    </w:p>
    <w:p w14:paraId="74A8BDF5" w14:textId="77777777" w:rsidR="0097611A" w:rsidRDefault="0097611A" w:rsidP="0097611A">
      <w:pPr>
        <w:tabs>
          <w:tab w:val="left" w:pos="7125"/>
        </w:tabs>
        <w:spacing w:after="0"/>
      </w:pPr>
    </w:p>
    <w:p w14:paraId="088C48AF" w14:textId="77777777" w:rsidR="0097611A" w:rsidRDefault="0097611A" w:rsidP="0097611A">
      <w:pPr>
        <w:tabs>
          <w:tab w:val="left" w:pos="7125"/>
        </w:tabs>
        <w:spacing w:after="0"/>
      </w:pPr>
    </w:p>
    <w:p w14:paraId="08CD0B9D" w14:textId="77777777" w:rsidR="0097611A" w:rsidRDefault="0097611A" w:rsidP="0097611A">
      <w:pPr>
        <w:tabs>
          <w:tab w:val="left" w:pos="7125"/>
        </w:tabs>
        <w:spacing w:after="0"/>
      </w:pPr>
    </w:p>
    <w:p w14:paraId="3D4335B1" w14:textId="77777777" w:rsidR="0097611A" w:rsidRDefault="0097611A" w:rsidP="0097611A">
      <w:pPr>
        <w:tabs>
          <w:tab w:val="left" w:pos="7125"/>
        </w:tabs>
        <w:spacing w:after="0"/>
      </w:pPr>
    </w:p>
    <w:p w14:paraId="566F8EDB" w14:textId="77777777" w:rsidR="0097611A" w:rsidRDefault="0097611A" w:rsidP="0097611A">
      <w:pPr>
        <w:tabs>
          <w:tab w:val="left" w:pos="7125"/>
        </w:tabs>
        <w:spacing w:after="0"/>
      </w:pPr>
    </w:p>
    <w:p w14:paraId="10C8534F" w14:textId="77777777" w:rsidR="0097611A" w:rsidRDefault="0097611A" w:rsidP="0097611A">
      <w:pPr>
        <w:tabs>
          <w:tab w:val="left" w:pos="7125"/>
        </w:tabs>
        <w:spacing w:after="0"/>
      </w:pPr>
    </w:p>
    <w:p w14:paraId="7030B8D1" w14:textId="77777777" w:rsidR="0097611A" w:rsidRDefault="0017684E" w:rsidP="0097611A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7611A" w:rsidRPr="00E85D44">
            <w:rPr>
              <w:rStyle w:val="Zstupntext"/>
              <w:color w:val="auto"/>
            </w:rPr>
            <w:t>Zvolte položku.</w:t>
          </w:r>
        </w:sdtContent>
      </w:sdt>
      <w:r w:rsidR="0097611A" w:rsidRPr="0023070F">
        <w:rPr>
          <w:rStyle w:val="Znakapoznpodarou"/>
          <w:highlight w:val="green"/>
        </w:rPr>
        <w:footnoteReference w:id="3"/>
      </w:r>
      <w:r w:rsidR="0097611A">
        <w:br w:type="page"/>
      </w:r>
    </w:p>
    <w:p w14:paraId="182F0FD5" w14:textId="77777777" w:rsidR="0097611A" w:rsidRPr="00E85D44" w:rsidRDefault="0097611A" w:rsidP="0097611A">
      <w:pPr>
        <w:tabs>
          <w:tab w:val="left" w:pos="7125"/>
        </w:tabs>
        <w:sectPr w:rsidR="0097611A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607F130D" w14:textId="77777777" w:rsidR="0097611A" w:rsidRDefault="0097611A" w:rsidP="0097611A">
      <w:pPr>
        <w:tabs>
          <w:tab w:val="left" w:pos="7125"/>
        </w:tabs>
        <w:spacing w:after="0"/>
        <w:sectPr w:rsidR="0097611A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60ACE2A" w14:textId="77777777" w:rsidR="0097611A" w:rsidRPr="006E5C6C" w:rsidRDefault="0097611A" w:rsidP="0097611A">
      <w:pPr>
        <w:pStyle w:val="Nadpis2"/>
        <w:numPr>
          <w:ilvl w:val="0"/>
          <w:numId w:val="34"/>
        </w:numPr>
        <w:ind w:left="714" w:hanging="357"/>
      </w:pPr>
      <w:bookmarkStart w:id="2" w:name="_Toc129078358"/>
      <w:bookmarkStart w:id="3" w:name="_Toc137460094"/>
      <w:r w:rsidRPr="006E5C6C">
        <w:t>Čestné prohlášení o splnění</w:t>
      </w:r>
      <w:r w:rsidRPr="006E5C6C">
        <w:br/>
        <w:t>základní způsobilosti</w:t>
      </w:r>
      <w:bookmarkEnd w:id="2"/>
      <w:bookmarkEnd w:id="3"/>
    </w:p>
    <w:p w14:paraId="6793DF12" w14:textId="77777777" w:rsidR="0097611A" w:rsidRDefault="0097611A" w:rsidP="0097611A">
      <w:pPr>
        <w:spacing w:before="240"/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který:</w:t>
      </w:r>
    </w:p>
    <w:p w14:paraId="2EE1B020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výběrového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 zákonu č. 134/2016 Sb., o zadávání veřejných zakázek, nebo obdobný trestný čin podle právního řádu země sídla účastníka; k zahlazeným odsouzením se nepřihlíží (</w:t>
      </w:r>
      <w:r>
        <w:rPr>
          <w:lang w:eastAsia="cs-CZ"/>
        </w:rPr>
        <w:t>Výše uvedené podmínky splňuje jak Účastník (coby právnická osoba), tak každý člen jeho statutárního orgánu.)</w:t>
      </w:r>
      <w:r>
        <w:rPr>
          <w:szCs w:val="22"/>
          <w:lang w:eastAsia="cs-CZ"/>
        </w:rPr>
        <w:t xml:space="preserve">, </w:t>
      </w:r>
    </w:p>
    <w:p w14:paraId="232E7566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85A7F41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2D0B91A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C5A0824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4F723EC" w14:textId="77777777" w:rsidR="0097611A" w:rsidRDefault="0097611A" w:rsidP="0097611A">
      <w:pPr>
        <w:spacing w:before="360"/>
        <w:rPr>
          <w:lang w:eastAsia="cs-CZ"/>
        </w:rPr>
      </w:pPr>
    </w:p>
    <w:p w14:paraId="6829DC37" w14:textId="77777777" w:rsidR="0097611A" w:rsidRDefault="0097611A" w:rsidP="0097611A">
      <w:pPr>
        <w:rPr>
          <w:lang w:eastAsia="cs-CZ"/>
        </w:rPr>
      </w:pPr>
      <w:r>
        <w:rPr>
          <w:lang w:eastAsia="cs-CZ"/>
        </w:rPr>
        <w:br w:type="page"/>
      </w:r>
    </w:p>
    <w:p w14:paraId="28F20EC3" w14:textId="77777777" w:rsidR="0097611A" w:rsidRPr="00C15E30" w:rsidRDefault="0097611A" w:rsidP="0097611A">
      <w:pPr>
        <w:pStyle w:val="Nadpis2"/>
        <w:numPr>
          <w:ilvl w:val="0"/>
          <w:numId w:val="34"/>
        </w:numPr>
        <w:ind w:left="714" w:hanging="357"/>
      </w:pPr>
      <w:bookmarkStart w:id="4" w:name="_Toc129078359"/>
      <w:bookmarkStart w:id="5" w:name="_Toc137460095"/>
      <w:r w:rsidRPr="00C15E30">
        <w:lastRenderedPageBreak/>
        <w:t>Čestné prohlášení účastníka</w:t>
      </w:r>
      <w:r>
        <w:t xml:space="preserve"> o střetu zájmů</w:t>
      </w:r>
      <w:bookmarkEnd w:id="4"/>
      <w:bookmarkEnd w:id="5"/>
    </w:p>
    <w:p w14:paraId="692D0E14" w14:textId="77777777" w:rsidR="0097611A" w:rsidRPr="00A327CB" w:rsidRDefault="0097611A" w:rsidP="0097611A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Pr="00815C3B">
        <w:rPr>
          <w:rFonts w:eastAsia="Times New Roman" w:cs="Times New Roman"/>
          <w:lang w:eastAsia="cs-CZ"/>
        </w:rPr>
        <w:t>nabídku</w:t>
      </w:r>
      <w:r w:rsidRPr="00A327CB">
        <w:rPr>
          <w:rFonts w:eastAsia="Times New Roman" w:cs="Times New Roman"/>
          <w:lang w:eastAsia="cs-CZ"/>
        </w:rPr>
        <w:t>, tímto čestně prohlašuje, že:</w:t>
      </w:r>
    </w:p>
    <w:p w14:paraId="0081FACC" w14:textId="77777777" w:rsidR="0097611A" w:rsidRPr="00A327CB" w:rsidRDefault="0097611A" w:rsidP="0097611A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157F1C4F" w14:textId="77777777" w:rsidR="0097611A" w:rsidRDefault="0097611A" w:rsidP="0097611A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486DBF04" w14:textId="77777777" w:rsidR="0097611A" w:rsidRPr="00A327CB" w:rsidRDefault="0097611A" w:rsidP="0097611A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3545EA43" w14:textId="77777777" w:rsidR="0097611A" w:rsidRPr="00A327CB" w:rsidRDefault="0097611A" w:rsidP="0097611A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638DA6A" w14:textId="77777777" w:rsidR="0097611A" w:rsidRDefault="0097611A" w:rsidP="0097611A">
      <w:pPr>
        <w:rPr>
          <w:lang w:eastAsia="cs-CZ"/>
        </w:rPr>
      </w:pPr>
      <w:r>
        <w:rPr>
          <w:lang w:eastAsia="cs-CZ"/>
        </w:rPr>
        <w:br w:type="page"/>
      </w:r>
    </w:p>
    <w:p w14:paraId="5E1FF8AF" w14:textId="77777777" w:rsidR="0097611A" w:rsidRDefault="0097611A" w:rsidP="0097611A">
      <w:pPr>
        <w:rPr>
          <w:lang w:eastAsia="cs-CZ"/>
        </w:rPr>
      </w:pPr>
    </w:p>
    <w:p w14:paraId="0B944C29" w14:textId="77777777" w:rsidR="0097611A" w:rsidRPr="006E5C6C" w:rsidRDefault="0097611A" w:rsidP="0097611A">
      <w:pPr>
        <w:pStyle w:val="Nadpis2"/>
        <w:numPr>
          <w:ilvl w:val="0"/>
          <w:numId w:val="34"/>
        </w:numPr>
      </w:pPr>
      <w:bookmarkStart w:id="6" w:name="_Toc129078360"/>
      <w:bookmarkStart w:id="7" w:name="_Toc137460096"/>
      <w:r w:rsidRPr="006E5C6C">
        <w:t>Čestné prohlášení účastníka k neuzavření zakázaných dohod</w:t>
      </w:r>
      <w:bookmarkEnd w:id="6"/>
      <w:bookmarkEnd w:id="7"/>
    </w:p>
    <w:p w14:paraId="533A7AAA" w14:textId="50B50E96" w:rsidR="0097611A" w:rsidRPr="00A035EA" w:rsidRDefault="0097611A" w:rsidP="0097611A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</w:t>
      </w:r>
      <w:r w:rsidR="0005311B" w:rsidRPr="00862FA2">
        <w:t xml:space="preserve">s </w:t>
      </w:r>
      <w:r w:rsidR="0005311B">
        <w:t>výběrovým</w:t>
      </w:r>
      <w:r w:rsidR="0005311B" w:rsidRPr="00862FA2">
        <w:t xml:space="preserve"> řízením na uzavření rámcové dohody a dílčími zakázkami na základě této rámcové dohody zadávanými neuzavřel a neuzavře </w:t>
      </w:r>
      <w:r w:rsidRPr="00A035EA">
        <w:rPr>
          <w:rFonts w:eastAsia="Times New Roman" w:cs="Times New Roman"/>
          <w:lang w:eastAsia="cs-CZ"/>
        </w:rPr>
        <w:t>s jinými osobami zakázanou dohodu ve smyslu zákona</w:t>
      </w:r>
      <w:r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580A753" w14:textId="77777777" w:rsidR="0097611A" w:rsidRPr="00A035EA" w:rsidRDefault="0097611A" w:rsidP="0097611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39FCD48" w14:textId="77777777" w:rsidR="0097611A" w:rsidRDefault="0097611A" w:rsidP="0097611A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8" w:name="_Toc129078361"/>
      <w:bookmarkStart w:id="9" w:name="_Toc13746009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  <w:bookmarkEnd w:id="9"/>
    </w:p>
    <w:p w14:paraId="14930A7E" w14:textId="77777777" w:rsidR="0097611A" w:rsidRDefault="0097611A" w:rsidP="0097611A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68063440" w14:textId="77777777" w:rsidR="0097611A" w:rsidRDefault="0097611A" w:rsidP="0097611A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510F6918" w14:textId="77777777" w:rsidR="0097611A" w:rsidRPr="007F769F" w:rsidRDefault="0097611A" w:rsidP="0097611A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573FA27F" w14:textId="77777777" w:rsidR="0097611A" w:rsidRPr="007F769F" w:rsidRDefault="0097611A" w:rsidP="0097611A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3F49C7BD" w14:textId="77777777" w:rsidR="0097611A" w:rsidRDefault="0097611A" w:rsidP="0097611A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C808331" w14:textId="77777777" w:rsidR="0097611A" w:rsidRDefault="0097611A" w:rsidP="0097611A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8805C19" w14:textId="77777777" w:rsidR="00FC4C8B" w:rsidRDefault="00FC4C8B" w:rsidP="00FC4C8B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5F59EC58" w14:textId="77777777" w:rsidR="00FC4C8B" w:rsidRDefault="00FC4C8B" w:rsidP="00FC4C8B"/>
    <w:p w14:paraId="17CCCDD4" w14:textId="77777777" w:rsidR="00FC4C8B" w:rsidRPr="00B87D91" w:rsidRDefault="00FC4C8B" w:rsidP="00FC4C8B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2700FA09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6B84F1B3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6395656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DE9C2DF" w14:textId="7BE5B315" w:rsidR="00FC4C8B" w:rsidRDefault="00FC4C8B"/>
    <w:p w14:paraId="3614372C" w14:textId="40956747" w:rsidR="00FC4C8B" w:rsidRDefault="00FC4C8B"/>
    <w:p w14:paraId="3EA7F5E5" w14:textId="77777777" w:rsidR="00FC4C8B" w:rsidRDefault="00FC4C8B"/>
    <w:sectPr w:rsidR="00FC4C8B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49874" w14:textId="77777777" w:rsidR="00684E29" w:rsidRDefault="00684E29" w:rsidP="00962258">
      <w:pPr>
        <w:spacing w:after="0" w:line="240" w:lineRule="auto"/>
      </w:pPr>
      <w:r>
        <w:separator/>
      </w:r>
    </w:p>
  </w:endnote>
  <w:endnote w:type="continuationSeparator" w:id="0">
    <w:p w14:paraId="2ACA4FC7" w14:textId="77777777" w:rsidR="00684E29" w:rsidRDefault="00684E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7611A" w14:paraId="0E734E3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9EABB6" w14:textId="77777777" w:rsidR="0097611A" w:rsidRPr="00B8518B" w:rsidRDefault="0097611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2E44CC" w14:textId="77777777" w:rsidR="0097611A" w:rsidRDefault="0097611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124497" w14:textId="77777777" w:rsidR="0097611A" w:rsidRDefault="0097611A" w:rsidP="00B8518B">
          <w:pPr>
            <w:pStyle w:val="Zpat"/>
          </w:pPr>
        </w:p>
      </w:tc>
      <w:tc>
        <w:tcPr>
          <w:tcW w:w="2921" w:type="dxa"/>
        </w:tcPr>
        <w:p w14:paraId="32DE1FB6" w14:textId="77777777" w:rsidR="0097611A" w:rsidRDefault="0097611A" w:rsidP="00D831A3">
          <w:pPr>
            <w:pStyle w:val="Zpat"/>
          </w:pPr>
        </w:p>
      </w:tc>
    </w:tr>
  </w:tbl>
  <w:p w14:paraId="788BE67F" w14:textId="77777777" w:rsidR="0097611A" w:rsidRPr="00B8518B" w:rsidRDefault="0097611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6910A500" wp14:editId="3E96EA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0F8036" id="Straight Connector 3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A7B576" wp14:editId="42E9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7A6AE8" id="Straight Connector 2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7611A" w14:paraId="3EF44D2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53D776" w14:textId="77777777" w:rsidR="0097611A" w:rsidRPr="00B8518B" w:rsidRDefault="0097611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7DAAAD" w14:textId="77777777" w:rsidR="0097611A" w:rsidRDefault="0097611A" w:rsidP="00460660">
          <w:pPr>
            <w:pStyle w:val="Zpat"/>
          </w:pPr>
          <w:r>
            <w:t>Správa železnic, státní organizace</w:t>
          </w:r>
        </w:p>
        <w:p w14:paraId="04097C67" w14:textId="77777777" w:rsidR="0097611A" w:rsidRDefault="0097611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F62ED1" w14:textId="77777777" w:rsidR="0097611A" w:rsidRDefault="0097611A" w:rsidP="00460660">
          <w:pPr>
            <w:pStyle w:val="Zpat"/>
          </w:pPr>
          <w:r>
            <w:t>Sídlo: Dlážděná 1003/7, 110 00 Praha 1</w:t>
          </w:r>
        </w:p>
        <w:p w14:paraId="516EF8FE" w14:textId="77777777" w:rsidR="0097611A" w:rsidRDefault="0097611A" w:rsidP="00460660">
          <w:pPr>
            <w:pStyle w:val="Zpat"/>
          </w:pPr>
          <w:r>
            <w:t>IČO: 709 94 234 DIČ: CZ 709 94 234</w:t>
          </w:r>
        </w:p>
        <w:p w14:paraId="295305DC" w14:textId="77777777" w:rsidR="0097611A" w:rsidRDefault="0097611A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1149DBD" w14:textId="77777777" w:rsidR="0097611A" w:rsidRDefault="0097611A" w:rsidP="00460660">
          <w:pPr>
            <w:pStyle w:val="Zpat"/>
          </w:pPr>
        </w:p>
      </w:tc>
    </w:tr>
  </w:tbl>
  <w:p w14:paraId="3D419861" w14:textId="77777777" w:rsidR="0097611A" w:rsidRPr="00B8518B" w:rsidRDefault="0097611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9FFBEF7" wp14:editId="334DC0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A1BA8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48D366C1" wp14:editId="7119C8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05F8F" id="Straight Connector 10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87FA3B2" w14:textId="77777777" w:rsidR="0097611A" w:rsidRPr="00460660" w:rsidRDefault="0097611A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4AB1B6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7DD3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60A2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06DF6" w14:textId="77777777" w:rsidR="00684E29" w:rsidRDefault="00684E29" w:rsidP="00962258">
      <w:pPr>
        <w:spacing w:after="0" w:line="240" w:lineRule="auto"/>
      </w:pPr>
      <w:r>
        <w:separator/>
      </w:r>
    </w:p>
  </w:footnote>
  <w:footnote w:type="continuationSeparator" w:id="0">
    <w:p w14:paraId="6D23A661" w14:textId="77777777" w:rsidR="00684E29" w:rsidRDefault="00684E29" w:rsidP="00962258">
      <w:pPr>
        <w:spacing w:after="0" w:line="240" w:lineRule="auto"/>
      </w:pPr>
      <w:r>
        <w:continuationSeparator/>
      </w:r>
    </w:p>
  </w:footnote>
  <w:footnote w:id="1">
    <w:p w14:paraId="3935A6FF" w14:textId="77777777" w:rsidR="0097611A" w:rsidRDefault="0097611A" w:rsidP="0097611A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A546751" w14:textId="77777777" w:rsidR="0097611A" w:rsidRDefault="0097611A" w:rsidP="0097611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730C70BB" w14:textId="77777777" w:rsidR="0097611A" w:rsidRDefault="0097611A" w:rsidP="0097611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F4D9BC3" w14:textId="77777777" w:rsidR="0097611A" w:rsidRDefault="0097611A" w:rsidP="0097611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1F5D5BFD" w14:textId="77777777" w:rsidR="0097611A" w:rsidRPr="00EB54C9" w:rsidRDefault="0097611A" w:rsidP="0097611A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9CA38" w14:textId="77777777" w:rsidR="0097611A" w:rsidRPr="00D6163D" w:rsidRDefault="0097611A" w:rsidP="00FC6389">
    <w:pPr>
      <w:pStyle w:val="Zhlav"/>
      <w:rPr>
        <w:sz w:val="8"/>
        <w:szCs w:val="8"/>
      </w:rPr>
    </w:pPr>
  </w:p>
  <w:p w14:paraId="7E6FA281" w14:textId="77777777" w:rsidR="0097611A" w:rsidRPr="00460660" w:rsidRDefault="0097611A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F0"/>
    <w:rsid w:val="000128D4"/>
    <w:rsid w:val="00027E55"/>
    <w:rsid w:val="00045E47"/>
    <w:rsid w:val="0005311B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7684E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DF6"/>
    <w:rsid w:val="0031280B"/>
    <w:rsid w:val="00321D98"/>
    <w:rsid w:val="003221F2"/>
    <w:rsid w:val="00341DCF"/>
    <w:rsid w:val="00354C5C"/>
    <w:rsid w:val="00357BC6"/>
    <w:rsid w:val="0036634F"/>
    <w:rsid w:val="0039501E"/>
    <w:rsid w:val="003956C6"/>
    <w:rsid w:val="00396EF9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2087"/>
    <w:rsid w:val="004E3A53"/>
    <w:rsid w:val="004F20BC"/>
    <w:rsid w:val="004F4B9B"/>
    <w:rsid w:val="004F69EA"/>
    <w:rsid w:val="0051019F"/>
    <w:rsid w:val="00511AB9"/>
    <w:rsid w:val="00523682"/>
    <w:rsid w:val="00523EA7"/>
    <w:rsid w:val="00551BC2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6060A"/>
    <w:rsid w:val="00660AD3"/>
    <w:rsid w:val="00677B7F"/>
    <w:rsid w:val="00684E29"/>
    <w:rsid w:val="006A5570"/>
    <w:rsid w:val="006A6151"/>
    <w:rsid w:val="006A689C"/>
    <w:rsid w:val="006B3D79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3349"/>
    <w:rsid w:val="00766846"/>
    <w:rsid w:val="0077673A"/>
    <w:rsid w:val="00784411"/>
    <w:rsid w:val="007846E1"/>
    <w:rsid w:val="007B570C"/>
    <w:rsid w:val="007B5DA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2FDF"/>
    <w:rsid w:val="00904780"/>
    <w:rsid w:val="00911A66"/>
    <w:rsid w:val="00911C0D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611A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93ACA"/>
    <w:rsid w:val="00AA4CBB"/>
    <w:rsid w:val="00AA65FA"/>
    <w:rsid w:val="00AA7351"/>
    <w:rsid w:val="00AC1810"/>
    <w:rsid w:val="00AD056F"/>
    <w:rsid w:val="00AD6731"/>
    <w:rsid w:val="00B128A2"/>
    <w:rsid w:val="00B159DC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A6AEE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081E"/>
    <w:rsid w:val="00F520D3"/>
    <w:rsid w:val="00F5558F"/>
    <w:rsid w:val="00F659EB"/>
    <w:rsid w:val="00F76E9F"/>
    <w:rsid w:val="00F814D9"/>
    <w:rsid w:val="00F86BA6"/>
    <w:rsid w:val="00F92FA4"/>
    <w:rsid w:val="00FC1929"/>
    <w:rsid w:val="00FC4B68"/>
    <w:rsid w:val="00FC4C8B"/>
    <w:rsid w:val="00FC5583"/>
    <w:rsid w:val="00FC6389"/>
    <w:rsid w:val="00FD0E2E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E97C89E6-C4E6-41C1-A8F2-4611F490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EC3F60-9E07-4EFA-9153-BBE5A68C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327</TotalTime>
  <Pages>7</Pages>
  <Words>1046</Words>
  <Characters>6173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15</cp:revision>
  <cp:lastPrinted>2023-06-16T06:10:00Z</cp:lastPrinted>
  <dcterms:created xsi:type="dcterms:W3CDTF">2022-11-08T14:08:00Z</dcterms:created>
  <dcterms:modified xsi:type="dcterms:W3CDTF">2023-06-16T06:10:00Z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